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687DE3" w:rsidRPr="000E4464">
        <w:rPr>
          <w:rFonts w:ascii="Arial" w:hAnsi="Arial" w:cs="Arial"/>
          <w:b/>
          <w:color w:val="76923C" w:themeColor="accent3" w:themeShade="BF"/>
          <w:sz w:val="28"/>
          <w:szCs w:val="28"/>
        </w:rPr>
        <w:t>JEU DE L'ECHELLE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DE466A">
        <w:rPr>
          <w:rFonts w:ascii="Arial" w:hAnsi="Arial" w:cs="Arial"/>
        </w:rPr>
        <w:t xml:space="preserve"> </w:t>
      </w:r>
      <w:r w:rsidR="00DE466A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DE466A" w:rsidRDefault="00DE466A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"support saisons"</w:t>
      </w:r>
    </w:p>
    <w:p w:rsidR="00DE466A" w:rsidRDefault="00DE466A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"saisons"</w:t>
      </w:r>
    </w:p>
    <w:p w:rsidR="00DE466A" w:rsidRDefault="00404D61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Une t</w:t>
      </w:r>
      <w:r w:rsidR="00DE466A">
        <w:rPr>
          <w:rFonts w:ascii="Arial" w:hAnsi="Arial" w:cs="Arial"/>
        </w:rPr>
        <w:t>able</w:t>
      </w:r>
    </w:p>
    <w:p w:rsidR="00DE466A" w:rsidRDefault="00404D61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Des c</w:t>
      </w:r>
      <w:r w:rsidR="00DE466A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</w:t>
      </w:r>
      <w:r w:rsidRPr="00404D61">
        <w:rPr>
          <w:rFonts w:ascii="Arial" w:hAnsi="Arial" w:cs="Arial"/>
        </w:rPr>
        <w:t>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DE466A" w:rsidRDefault="000E4464" w:rsidP="00DE466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DE466A" w:rsidP="00404D61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but du jeu est de positionner chacune des saisons à leur place tout en apprenant leur nom ainsi que leurs particularités </w:t>
      </w:r>
      <w:r w:rsidR="00CC4DDF">
        <w:rPr>
          <w:rFonts w:ascii="Arial" w:hAnsi="Arial" w:cs="Arial"/>
          <w:b/>
        </w:rPr>
        <w:t xml:space="preserve">d'écriture </w:t>
      </w:r>
      <w:r>
        <w:rPr>
          <w:rFonts w:ascii="Arial" w:hAnsi="Arial" w:cs="Arial"/>
          <w:b/>
        </w:rPr>
        <w:t>en arabe.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DE466A" w:rsidRDefault="00DE466A" w:rsidP="00DE466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Réunir les élèves et leur </w:t>
      </w:r>
      <w:r w:rsidR="008D3777">
        <w:rPr>
          <w:rFonts w:ascii="Arial" w:hAnsi="Arial" w:cs="Arial"/>
          <w:b/>
          <w:color w:val="000000" w:themeColor="text1"/>
        </w:rPr>
        <w:t xml:space="preserve">présenter </w:t>
      </w:r>
      <w:r>
        <w:rPr>
          <w:rFonts w:ascii="Arial" w:hAnsi="Arial" w:cs="Arial"/>
          <w:b/>
          <w:color w:val="000000" w:themeColor="text1"/>
        </w:rPr>
        <w:t>les différentes saisons en arabe.</w:t>
      </w:r>
    </w:p>
    <w:p w:rsidR="00DE466A" w:rsidRDefault="00DE466A" w:rsidP="00DE466A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DE466A" w:rsidRDefault="00DE466A" w:rsidP="00DE466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Disposer les </w:t>
      </w:r>
      <w:r w:rsidR="008D3777">
        <w:rPr>
          <w:rFonts w:ascii="Arial" w:hAnsi="Arial" w:cs="Arial"/>
          <w:b/>
          <w:color w:val="000000" w:themeColor="text1"/>
        </w:rPr>
        <w:t xml:space="preserve">dessins de </w:t>
      </w:r>
      <w:r>
        <w:rPr>
          <w:rFonts w:ascii="Arial" w:hAnsi="Arial" w:cs="Arial"/>
          <w:b/>
          <w:color w:val="000000" w:themeColor="text1"/>
        </w:rPr>
        <w:t>saisons et "le support saison" sur la table.</w:t>
      </w:r>
    </w:p>
    <w:p w:rsidR="00DE466A" w:rsidRDefault="00DE466A" w:rsidP="00DE466A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DE466A" w:rsidRDefault="00DE466A" w:rsidP="00DE466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A tour de rôle, les élèves doivent piocher une saison et la positionner dans la bonne case </w:t>
      </w:r>
      <w:r w:rsidR="00CC4DDF">
        <w:rPr>
          <w:rFonts w:ascii="Arial" w:hAnsi="Arial" w:cs="Arial"/>
          <w:b/>
          <w:color w:val="000000" w:themeColor="text1"/>
        </w:rPr>
        <w:t>tout en répétant son nom</w:t>
      </w:r>
      <w:r>
        <w:rPr>
          <w:rFonts w:ascii="Arial" w:hAnsi="Arial" w:cs="Arial"/>
          <w:b/>
          <w:color w:val="000000" w:themeColor="text1"/>
        </w:rPr>
        <w:t xml:space="preserve"> en arabe.</w:t>
      </w:r>
    </w:p>
    <w:p w:rsidR="00837771" w:rsidRPr="00A37016" w:rsidRDefault="00A37016" w:rsidP="00A3701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Prolongement possible :</w:t>
      </w:r>
      <w:r w:rsidR="00DE466A" w:rsidRPr="00A3701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</w:t>
      </w:r>
      <w:bookmarkStart w:id="0" w:name="_GoBack"/>
      <w:bookmarkEnd w:id="0"/>
      <w:r w:rsidR="00DE466A" w:rsidRPr="00A37016">
        <w:rPr>
          <w:rFonts w:ascii="Arial" w:hAnsi="Arial" w:cs="Arial"/>
          <w:b/>
        </w:rPr>
        <w:t>ntroduire le contenu des images de saisons (si possible en arabe) puis laisser les élèves décrire les différents éléments des images en arabe.</w:t>
      </w:r>
    </w:p>
    <w:sectPr w:rsidR="00837771" w:rsidRPr="00A3701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04D61"/>
    <w:rsid w:val="004163C9"/>
    <w:rsid w:val="004A3EDD"/>
    <w:rsid w:val="004B3F3D"/>
    <w:rsid w:val="00507F03"/>
    <w:rsid w:val="00687DE3"/>
    <w:rsid w:val="007D5C21"/>
    <w:rsid w:val="00837771"/>
    <w:rsid w:val="008D3777"/>
    <w:rsid w:val="00A37016"/>
    <w:rsid w:val="00B431DF"/>
    <w:rsid w:val="00C113DD"/>
    <w:rsid w:val="00C45E62"/>
    <w:rsid w:val="00CC4DDF"/>
    <w:rsid w:val="00D61C79"/>
    <w:rsid w:val="00DE466A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4E98E285.dotm</Template>
  <TotalTime>1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2019-07-25T14:41:00Z</dcterms:created>
  <dcterms:modified xsi:type="dcterms:W3CDTF">2019-07-26T09:54:00Z</dcterms:modified>
</cp:coreProperties>
</file>